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709" w:rsidRDefault="00BE5709"/>
    <w:tbl>
      <w:tblPr>
        <w:tblpPr w:leftFromText="141" w:rightFromText="141" w:vertAnchor="page" w:horzAnchor="margin" w:tblpY="234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6"/>
      </w:tblGrid>
      <w:tr w:rsidR="00E25FD6" w:rsidRPr="00E25FD6" w:rsidTr="00363B8D">
        <w:trPr>
          <w:trHeight w:val="170"/>
        </w:trPr>
        <w:tc>
          <w:tcPr>
            <w:tcW w:w="4626" w:type="dxa"/>
          </w:tcPr>
          <w:p w:rsidR="00E25FD6" w:rsidRPr="00E25FD6" w:rsidRDefault="00E25FD6" w:rsidP="00215B0F">
            <w:pPr>
              <w:spacing w:line="240" w:lineRule="auto"/>
              <w:rPr>
                <w:rFonts w:ascii="Arial" w:eastAsia="Times" w:hAnsi="Arial"/>
                <w:sz w:val="12"/>
                <w:szCs w:val="20"/>
              </w:rPr>
            </w:pPr>
            <w:r w:rsidRPr="00E25FD6">
              <w:rPr>
                <w:rFonts w:ascii="Arial" w:eastAsia="Times" w:hAnsi="Arial"/>
                <w:sz w:val="12"/>
                <w:szCs w:val="20"/>
              </w:rPr>
              <w:t>UNIVERSITÄTSKLINIKUM Schleswig-Holstein</w:t>
            </w:r>
          </w:p>
          <w:p w:rsidR="00E25FD6" w:rsidRPr="00E25FD6" w:rsidRDefault="00E25FD6" w:rsidP="00215B0F">
            <w:pPr>
              <w:spacing w:line="240" w:lineRule="auto"/>
              <w:rPr>
                <w:rFonts w:ascii="Arial" w:eastAsia="Times" w:hAnsi="Arial"/>
                <w:sz w:val="12"/>
                <w:szCs w:val="20"/>
              </w:rPr>
            </w:pPr>
            <w:r w:rsidRPr="00E25FD6">
              <w:rPr>
                <w:rFonts w:ascii="Arial" w:eastAsia="Times" w:hAnsi="Arial"/>
                <w:sz w:val="12"/>
                <w:szCs w:val="20"/>
              </w:rPr>
              <w:t xml:space="preserve">Campus </w:t>
            </w:r>
            <w:proofErr w:type="gramStart"/>
            <w:r w:rsidRPr="00E25FD6">
              <w:rPr>
                <w:rFonts w:ascii="Arial" w:eastAsia="Times" w:hAnsi="Arial"/>
                <w:sz w:val="12"/>
                <w:szCs w:val="20"/>
              </w:rPr>
              <w:t>Lübeck  Ratzeburger</w:t>
            </w:r>
            <w:proofErr w:type="gramEnd"/>
            <w:r w:rsidRPr="00E25FD6">
              <w:rPr>
                <w:rFonts w:ascii="Arial" w:eastAsia="Times" w:hAnsi="Arial"/>
                <w:sz w:val="12"/>
                <w:szCs w:val="20"/>
              </w:rPr>
              <w:t xml:space="preserve"> Allee 160  23538 Lübeck</w:t>
            </w:r>
          </w:p>
          <w:p w:rsidR="00E25FD6" w:rsidRPr="00E25FD6" w:rsidRDefault="00E25FD6" w:rsidP="00215B0F">
            <w:pPr>
              <w:spacing w:line="240" w:lineRule="auto"/>
              <w:rPr>
                <w:rFonts w:ascii="Arial" w:eastAsia="Times" w:hAnsi="Arial"/>
                <w:sz w:val="12"/>
                <w:szCs w:val="20"/>
              </w:rPr>
            </w:pPr>
          </w:p>
          <w:p w:rsidR="00E25FD6" w:rsidRPr="00E25FD6" w:rsidRDefault="00E25FD6" w:rsidP="00215B0F">
            <w:pPr>
              <w:spacing w:line="240" w:lineRule="auto"/>
              <w:rPr>
                <w:rFonts w:ascii="Arial" w:eastAsia="Times" w:hAnsi="Arial"/>
                <w:sz w:val="12"/>
                <w:szCs w:val="20"/>
              </w:rPr>
            </w:pPr>
          </w:p>
        </w:tc>
      </w:tr>
      <w:tr w:rsidR="00E25FD6" w:rsidRPr="00E25FD6" w:rsidTr="00363B8D">
        <w:trPr>
          <w:trHeight w:hRule="exact" w:val="659"/>
        </w:trPr>
        <w:tc>
          <w:tcPr>
            <w:tcW w:w="4626" w:type="dxa"/>
          </w:tcPr>
          <w:p w:rsidR="00E25FD6" w:rsidRPr="00E25FD6" w:rsidRDefault="00E25FD6" w:rsidP="00AC5992">
            <w:pPr>
              <w:spacing w:line="240" w:lineRule="auto"/>
              <w:rPr>
                <w:rFonts w:ascii="Arial" w:eastAsia="Times" w:hAnsi="Arial"/>
                <w:sz w:val="20"/>
                <w:szCs w:val="20"/>
              </w:rPr>
            </w:pPr>
          </w:p>
        </w:tc>
      </w:tr>
    </w:tbl>
    <w:p w:rsidR="003145BB" w:rsidRDefault="003145BB" w:rsidP="00B020F2">
      <w:pPr>
        <w:tabs>
          <w:tab w:val="left" w:pos="1980"/>
        </w:tabs>
      </w:pPr>
    </w:p>
    <w:p w:rsidR="00E25FD6" w:rsidRDefault="00E25FD6" w:rsidP="00B020F2">
      <w:pPr>
        <w:tabs>
          <w:tab w:val="left" w:pos="1980"/>
        </w:tabs>
      </w:pPr>
    </w:p>
    <w:p w:rsidR="00EF3255" w:rsidRPr="00422F43" w:rsidRDefault="00EF3255" w:rsidP="00EF3255">
      <w:pPr>
        <w:tabs>
          <w:tab w:val="left" w:pos="1980"/>
        </w:tabs>
        <w:jc w:val="center"/>
        <w:rPr>
          <w:b/>
          <w:sz w:val="24"/>
          <w:u w:val="single"/>
        </w:rPr>
      </w:pPr>
    </w:p>
    <w:p w:rsidR="00382F0E" w:rsidRPr="00962C10" w:rsidRDefault="00382F0E" w:rsidP="00382F0E">
      <w:pPr>
        <w:tabs>
          <w:tab w:val="left" w:pos="1980"/>
        </w:tabs>
        <w:jc w:val="center"/>
        <w:rPr>
          <w:b/>
          <w:sz w:val="24"/>
          <w:u w:val="single"/>
        </w:rPr>
      </w:pPr>
    </w:p>
    <w:p w:rsidR="00363B8D" w:rsidRPr="00DE4EDA" w:rsidRDefault="00363B8D" w:rsidP="00382F0E">
      <w:pPr>
        <w:tabs>
          <w:tab w:val="left" w:pos="1980"/>
        </w:tabs>
        <w:jc w:val="center"/>
        <w:rPr>
          <w:b/>
          <w:sz w:val="24"/>
          <w:u w:val="single"/>
          <w:lang w:val="en-US"/>
        </w:rPr>
      </w:pPr>
      <w:r w:rsidRPr="00DE4EDA">
        <w:rPr>
          <w:b/>
          <w:sz w:val="24"/>
          <w:u w:val="single"/>
          <w:lang w:val="en-US"/>
        </w:rPr>
        <w:t>Colloq</w:t>
      </w:r>
      <w:r w:rsidR="00600B7C">
        <w:rPr>
          <w:b/>
          <w:sz w:val="24"/>
          <w:u w:val="single"/>
          <w:lang w:val="en-US"/>
        </w:rPr>
        <w:t>u</w:t>
      </w:r>
      <w:r w:rsidRPr="00DE4EDA">
        <w:rPr>
          <w:b/>
          <w:sz w:val="24"/>
          <w:u w:val="single"/>
          <w:lang w:val="en-US"/>
        </w:rPr>
        <w:t>ium Infection Biology/ Microbiology</w:t>
      </w:r>
    </w:p>
    <w:p w:rsidR="005F0BF4" w:rsidRPr="00DE4EDA" w:rsidRDefault="005F0BF4" w:rsidP="00B020F2">
      <w:pPr>
        <w:tabs>
          <w:tab w:val="left" w:pos="1980"/>
        </w:tabs>
        <w:rPr>
          <w:lang w:val="en-US"/>
        </w:rPr>
      </w:pPr>
    </w:p>
    <w:p w:rsidR="00152A7B" w:rsidRPr="00382F0E" w:rsidRDefault="00363B8D" w:rsidP="00363B8D">
      <w:pPr>
        <w:rPr>
          <w:rFonts w:ascii="Arial" w:hAnsi="Arial" w:cs="Arial"/>
          <w:color w:val="000000" w:themeColor="text1"/>
          <w:sz w:val="24"/>
          <w:lang w:val="en-US"/>
        </w:rPr>
      </w:pPr>
      <w:r w:rsidRPr="00BB1800">
        <w:rPr>
          <w:rFonts w:ascii="Arial" w:hAnsi="Arial" w:cs="Arial"/>
          <w:b/>
          <w:sz w:val="24"/>
          <w:u w:val="single"/>
          <w:lang w:val="en-US"/>
        </w:rPr>
        <w:t>Date:</w:t>
      </w:r>
      <w:r>
        <w:rPr>
          <w:rFonts w:ascii="Arial" w:hAnsi="Arial" w:cs="Arial"/>
          <w:sz w:val="24"/>
          <w:lang w:val="en-US"/>
        </w:rPr>
        <w:t xml:space="preserve"> </w:t>
      </w:r>
      <w:r w:rsidR="003F2100">
        <w:rPr>
          <w:rFonts w:ascii="Arial" w:hAnsi="Arial" w:cs="Arial"/>
          <w:sz w:val="24"/>
          <w:lang w:val="en-US"/>
        </w:rPr>
        <w:t>Wednesday</w:t>
      </w:r>
      <w:r w:rsidR="00EF3255">
        <w:rPr>
          <w:rFonts w:ascii="Arial" w:hAnsi="Arial" w:cs="Arial"/>
          <w:sz w:val="24"/>
          <w:lang w:val="en-US"/>
        </w:rPr>
        <w:t xml:space="preserve"> </w:t>
      </w:r>
      <w:r w:rsidR="003F2100" w:rsidRPr="00EF3255">
        <w:rPr>
          <w:rFonts w:ascii="Arial" w:hAnsi="Arial" w:cs="Arial"/>
          <w:color w:val="000000" w:themeColor="text1"/>
          <w:sz w:val="24"/>
          <w:lang w:val="en-US"/>
        </w:rPr>
        <w:t>15:15-16:00</w:t>
      </w:r>
    </w:p>
    <w:p w:rsidR="00363B8D" w:rsidRPr="00BB1800" w:rsidRDefault="00363B8D" w:rsidP="00363B8D">
      <w:pPr>
        <w:rPr>
          <w:rFonts w:ascii="Arial" w:hAnsi="Arial" w:cs="Arial"/>
          <w:b/>
          <w:sz w:val="24"/>
          <w:u w:val="single"/>
          <w:lang w:val="en-US"/>
        </w:rPr>
      </w:pPr>
      <w:r w:rsidRPr="00BB1800">
        <w:rPr>
          <w:rFonts w:ascii="Arial" w:hAnsi="Arial" w:cs="Arial"/>
          <w:b/>
          <w:sz w:val="24"/>
          <w:u w:val="single"/>
          <w:lang w:val="en-US"/>
        </w:rPr>
        <w:t>Presentation:</w:t>
      </w:r>
    </w:p>
    <w:p w:rsidR="00363B8D" w:rsidRDefault="00363B8D" w:rsidP="00363B8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Format: </w:t>
      </w:r>
      <w:proofErr w:type="spellStart"/>
      <w:r>
        <w:rPr>
          <w:rFonts w:ascii="Arial" w:hAnsi="Arial" w:cs="Arial"/>
          <w:sz w:val="24"/>
          <w:szCs w:val="24"/>
        </w:rPr>
        <w:t>free</w:t>
      </w:r>
      <w:proofErr w:type="spellEnd"/>
    </w:p>
    <w:p w:rsidR="00363B8D" w:rsidRPr="00B55493" w:rsidRDefault="00E95247" w:rsidP="00B5549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20</w:t>
      </w:r>
      <w:r w:rsidR="00363B8D" w:rsidRPr="00363B8D">
        <w:rPr>
          <w:rFonts w:ascii="Arial" w:hAnsi="Arial" w:cs="Arial"/>
          <w:sz w:val="24"/>
          <w:szCs w:val="24"/>
          <w:lang w:val="en-US"/>
        </w:rPr>
        <w:t xml:space="preserve"> m</w:t>
      </w:r>
      <w:r w:rsidR="00B91F12">
        <w:rPr>
          <w:rFonts w:ascii="Arial" w:hAnsi="Arial" w:cs="Arial"/>
          <w:sz w:val="24"/>
          <w:szCs w:val="24"/>
          <w:lang w:val="en-US"/>
        </w:rPr>
        <w:t xml:space="preserve">in </w:t>
      </w:r>
      <w:r w:rsidR="00363B8D" w:rsidRPr="00363B8D">
        <w:rPr>
          <w:rFonts w:ascii="Arial" w:hAnsi="Arial" w:cs="Arial"/>
          <w:sz w:val="24"/>
          <w:szCs w:val="24"/>
          <w:lang w:val="en-US"/>
        </w:rPr>
        <w:t>talk</w:t>
      </w:r>
      <w:r w:rsidR="00B91F12">
        <w:rPr>
          <w:rFonts w:ascii="Arial" w:hAnsi="Arial" w:cs="Arial"/>
          <w:sz w:val="24"/>
          <w:szCs w:val="24"/>
          <w:lang w:val="en-US"/>
        </w:rPr>
        <w:t xml:space="preserve"> and 10-20 min discussion</w:t>
      </w:r>
    </w:p>
    <w:p w:rsidR="00765026" w:rsidRPr="00FE2054" w:rsidRDefault="00363B8D" w:rsidP="003328C8">
      <w:pPr>
        <w:rPr>
          <w:rFonts w:ascii="Arial" w:hAnsi="Arial" w:cs="Arial"/>
          <w:b/>
          <w:sz w:val="24"/>
          <w:u w:val="single"/>
          <w:lang w:val="en-US"/>
        </w:rPr>
      </w:pPr>
      <w:r w:rsidRPr="00BB1800">
        <w:rPr>
          <w:rFonts w:ascii="Arial" w:hAnsi="Arial" w:cs="Arial"/>
          <w:b/>
          <w:sz w:val="24"/>
          <w:u w:val="single"/>
          <w:lang w:val="en-US"/>
        </w:rPr>
        <w:t>Presentation schedule:</w:t>
      </w:r>
    </w:p>
    <w:p w:rsidR="0011549E" w:rsidRPr="00FE4231" w:rsidRDefault="0011549E" w:rsidP="003328C8">
      <w:pPr>
        <w:rPr>
          <w:rFonts w:ascii="Arial" w:hAnsi="Arial" w:cs="Arial"/>
          <w:sz w:val="24"/>
          <w:lang w:val="en-US"/>
        </w:rPr>
      </w:pPr>
    </w:p>
    <w:p w:rsidR="007F4DC4" w:rsidRPr="006F38AB" w:rsidRDefault="007F4DC4" w:rsidP="003328C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11. May </w:t>
      </w:r>
      <w:r w:rsidRPr="006F38AB">
        <w:rPr>
          <w:rFonts w:ascii="Arial" w:hAnsi="Arial" w:cs="Arial"/>
          <w:sz w:val="24"/>
        </w:rPr>
        <w:t>Laura Kirchhoff</w:t>
      </w:r>
      <w:r w:rsidR="001A15BC" w:rsidRPr="006F38AB">
        <w:rPr>
          <w:rFonts w:ascii="Arial" w:hAnsi="Arial" w:cs="Arial"/>
          <w:sz w:val="24"/>
        </w:rPr>
        <w:t xml:space="preserve"> </w:t>
      </w:r>
    </w:p>
    <w:p w:rsidR="006F38AB" w:rsidRPr="0016018C" w:rsidRDefault="006F38AB" w:rsidP="003328C8">
      <w:pPr>
        <w:rPr>
          <w:rFonts w:ascii="Arial" w:hAnsi="Arial" w:cs="Arial"/>
          <w:sz w:val="24"/>
          <w:lang w:val="en-GB"/>
        </w:rPr>
      </w:pPr>
      <w:r w:rsidRPr="0016018C">
        <w:rPr>
          <w:rFonts w:ascii="Arial" w:hAnsi="Arial" w:cs="Arial"/>
          <w:sz w:val="24"/>
          <w:lang w:val="en-GB"/>
        </w:rPr>
        <w:t xml:space="preserve">25. May </w:t>
      </w:r>
      <w:r w:rsidR="0016018C" w:rsidRPr="0016018C">
        <w:rPr>
          <w:rFonts w:ascii="Arial" w:hAnsi="Arial" w:cs="Arial"/>
          <w:sz w:val="24"/>
          <w:lang w:val="en-GB"/>
        </w:rPr>
        <w:t>Prempeh Boakye-</w:t>
      </w:r>
      <w:proofErr w:type="spellStart"/>
      <w:r w:rsidR="0016018C" w:rsidRPr="0016018C">
        <w:rPr>
          <w:rFonts w:ascii="Arial" w:hAnsi="Arial" w:cs="Arial"/>
          <w:sz w:val="24"/>
          <w:lang w:val="en-GB"/>
        </w:rPr>
        <w:t>Dankwa</w:t>
      </w:r>
      <w:proofErr w:type="spellEnd"/>
    </w:p>
    <w:p w:rsidR="006F38AB" w:rsidRPr="0016018C" w:rsidRDefault="006F38AB" w:rsidP="003328C8">
      <w:pPr>
        <w:rPr>
          <w:rFonts w:ascii="Arial" w:hAnsi="Arial" w:cs="Arial"/>
          <w:sz w:val="24"/>
        </w:rPr>
      </w:pPr>
      <w:r w:rsidRPr="0016018C">
        <w:rPr>
          <w:rFonts w:ascii="Arial" w:hAnsi="Arial" w:cs="Arial"/>
          <w:sz w:val="24"/>
        </w:rPr>
        <w:t xml:space="preserve">8. Jun </w:t>
      </w:r>
      <w:r w:rsidR="0016018C" w:rsidRPr="0016018C">
        <w:rPr>
          <w:rFonts w:ascii="Arial" w:hAnsi="Arial" w:cs="Arial"/>
          <w:sz w:val="24"/>
        </w:rPr>
        <w:t>Merle Fisch</w:t>
      </w:r>
      <w:r w:rsidR="0016018C">
        <w:rPr>
          <w:rFonts w:ascii="Arial" w:hAnsi="Arial" w:cs="Arial"/>
          <w:sz w:val="24"/>
        </w:rPr>
        <w:t>er</w:t>
      </w:r>
    </w:p>
    <w:p w:rsidR="0016018C" w:rsidRPr="0016018C" w:rsidRDefault="0016018C" w:rsidP="003328C8">
      <w:pPr>
        <w:rPr>
          <w:rFonts w:ascii="Arial" w:hAnsi="Arial" w:cs="Arial"/>
          <w:sz w:val="24"/>
        </w:rPr>
      </w:pPr>
      <w:r w:rsidRPr="0016018C">
        <w:rPr>
          <w:rFonts w:ascii="Arial" w:hAnsi="Arial" w:cs="Arial"/>
          <w:sz w:val="24"/>
        </w:rPr>
        <w:t xml:space="preserve">22. Jun Cara </w:t>
      </w:r>
      <w:proofErr w:type="spellStart"/>
      <w:r w:rsidRPr="0016018C">
        <w:rPr>
          <w:rFonts w:ascii="Arial" w:hAnsi="Arial" w:cs="Arial"/>
          <w:sz w:val="24"/>
        </w:rPr>
        <w:t>Pe</w:t>
      </w:r>
      <w:r w:rsidR="004153BF">
        <w:rPr>
          <w:rFonts w:ascii="Arial" w:hAnsi="Arial" w:cs="Arial"/>
          <w:sz w:val="24"/>
        </w:rPr>
        <w:t>n</w:t>
      </w:r>
      <w:bookmarkStart w:id="0" w:name="_GoBack"/>
      <w:bookmarkEnd w:id="0"/>
      <w:r w:rsidRPr="0016018C">
        <w:rPr>
          <w:rFonts w:ascii="Arial" w:hAnsi="Arial" w:cs="Arial"/>
          <w:sz w:val="24"/>
        </w:rPr>
        <w:t>tzlin</w:t>
      </w:r>
      <w:proofErr w:type="spellEnd"/>
    </w:p>
    <w:p w:rsidR="0016018C" w:rsidRPr="0016018C" w:rsidRDefault="0016018C" w:rsidP="003328C8">
      <w:pPr>
        <w:rPr>
          <w:rFonts w:ascii="Arial" w:hAnsi="Arial" w:cs="Arial"/>
          <w:sz w:val="24"/>
        </w:rPr>
      </w:pPr>
      <w:r w:rsidRPr="0016018C">
        <w:rPr>
          <w:rFonts w:ascii="Arial" w:hAnsi="Arial" w:cs="Arial"/>
          <w:sz w:val="24"/>
        </w:rPr>
        <w:t xml:space="preserve">6. Jul Simon </w:t>
      </w:r>
      <w:proofErr w:type="spellStart"/>
      <w:r w:rsidRPr="0016018C">
        <w:rPr>
          <w:rFonts w:ascii="Arial" w:hAnsi="Arial" w:cs="Arial"/>
          <w:sz w:val="24"/>
        </w:rPr>
        <w:t>Graspeuntner</w:t>
      </w:r>
      <w:proofErr w:type="spellEnd"/>
    </w:p>
    <w:p w:rsidR="0016018C" w:rsidRDefault="0016018C" w:rsidP="003328C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20. Jul </w:t>
      </w:r>
      <w:r w:rsidR="00CD2958">
        <w:rPr>
          <w:rFonts w:ascii="Arial" w:hAnsi="Arial" w:cs="Arial"/>
          <w:sz w:val="24"/>
        </w:rPr>
        <w:t xml:space="preserve">Gretchen </w:t>
      </w:r>
      <w:proofErr w:type="spellStart"/>
      <w:r w:rsidR="00CD2958">
        <w:rPr>
          <w:rFonts w:ascii="Arial" w:hAnsi="Arial" w:cs="Arial"/>
          <w:sz w:val="24"/>
        </w:rPr>
        <w:t>Ruschman</w:t>
      </w:r>
      <w:proofErr w:type="spellEnd"/>
    </w:p>
    <w:p w:rsidR="0016018C" w:rsidRDefault="0016018C" w:rsidP="003328C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03. Aug</w:t>
      </w:r>
      <w:r w:rsidR="00CD2958">
        <w:rPr>
          <w:rFonts w:ascii="Arial" w:hAnsi="Arial" w:cs="Arial"/>
          <w:sz w:val="24"/>
        </w:rPr>
        <w:t xml:space="preserve"> Li </w:t>
      </w:r>
      <w:proofErr w:type="spellStart"/>
      <w:r w:rsidR="00CD2958">
        <w:rPr>
          <w:rFonts w:ascii="Arial" w:hAnsi="Arial" w:cs="Arial"/>
          <w:sz w:val="24"/>
        </w:rPr>
        <w:t>Qiang</w:t>
      </w:r>
      <w:proofErr w:type="spellEnd"/>
    </w:p>
    <w:p w:rsidR="0016018C" w:rsidRDefault="0016018C" w:rsidP="003328C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17. Aug</w:t>
      </w:r>
      <w:r w:rsidR="00CD2958">
        <w:rPr>
          <w:rFonts w:ascii="Arial" w:hAnsi="Arial" w:cs="Arial"/>
          <w:sz w:val="24"/>
        </w:rPr>
        <w:t xml:space="preserve"> Dennis </w:t>
      </w:r>
      <w:proofErr w:type="spellStart"/>
      <w:r w:rsidR="00AD637D">
        <w:rPr>
          <w:rFonts w:ascii="Arial" w:hAnsi="Arial" w:cs="Arial"/>
          <w:sz w:val="24"/>
        </w:rPr>
        <w:t>Nurjadi</w:t>
      </w:r>
      <w:proofErr w:type="spellEnd"/>
    </w:p>
    <w:p w:rsidR="0016018C" w:rsidRDefault="0016018C" w:rsidP="003328C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31. Aug</w:t>
      </w:r>
      <w:r w:rsidR="00AD637D">
        <w:rPr>
          <w:rFonts w:ascii="Arial" w:hAnsi="Arial" w:cs="Arial"/>
          <w:sz w:val="24"/>
        </w:rPr>
        <w:t xml:space="preserve"> Max Moll</w:t>
      </w:r>
    </w:p>
    <w:p w:rsidR="00AD637D" w:rsidRDefault="00AD637D" w:rsidP="003328C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14. Sep </w:t>
      </w:r>
      <w:r w:rsidRPr="007F4DC4">
        <w:rPr>
          <w:rFonts w:ascii="Arial" w:hAnsi="Arial" w:cs="Arial"/>
          <w:color w:val="000000" w:themeColor="text1"/>
          <w:sz w:val="24"/>
        </w:rPr>
        <w:t xml:space="preserve">Tim </w:t>
      </w:r>
      <w:proofErr w:type="spellStart"/>
      <w:r w:rsidRPr="007F4DC4">
        <w:rPr>
          <w:rFonts w:ascii="Arial" w:hAnsi="Arial" w:cs="Arial"/>
          <w:color w:val="000000" w:themeColor="text1"/>
          <w:sz w:val="24"/>
        </w:rPr>
        <w:t>Quäscheling</w:t>
      </w:r>
      <w:proofErr w:type="spellEnd"/>
      <w:r w:rsidR="00483A1F">
        <w:rPr>
          <w:rFonts w:ascii="Arial" w:hAnsi="Arial" w:cs="Arial"/>
          <w:color w:val="000000" w:themeColor="text1"/>
          <w:sz w:val="24"/>
        </w:rPr>
        <w:t xml:space="preserve"> </w:t>
      </w:r>
    </w:p>
    <w:p w:rsidR="0016018C" w:rsidRPr="006F38AB" w:rsidRDefault="0016018C" w:rsidP="003328C8">
      <w:pPr>
        <w:rPr>
          <w:rFonts w:ascii="Arial" w:hAnsi="Arial" w:cs="Arial"/>
          <w:sz w:val="24"/>
        </w:rPr>
      </w:pPr>
    </w:p>
    <w:p w:rsidR="007F4DC4" w:rsidRPr="006F38AB" w:rsidRDefault="007F4DC4" w:rsidP="003328C8">
      <w:pPr>
        <w:rPr>
          <w:rFonts w:ascii="Arial" w:hAnsi="Arial" w:cs="Arial"/>
          <w:sz w:val="24"/>
        </w:rPr>
      </w:pPr>
    </w:p>
    <w:p w:rsidR="00CD0D3B" w:rsidRPr="006F38AB" w:rsidRDefault="00CD0D3B" w:rsidP="003328C8">
      <w:pPr>
        <w:rPr>
          <w:rFonts w:ascii="Arial" w:hAnsi="Arial" w:cs="Arial"/>
          <w:sz w:val="24"/>
        </w:rPr>
      </w:pPr>
    </w:p>
    <w:p w:rsidR="00363B8D" w:rsidRPr="00587BC5" w:rsidRDefault="00363B8D" w:rsidP="00363B8D">
      <w:pPr>
        <w:rPr>
          <w:rFonts w:ascii="Arial" w:hAnsi="Arial" w:cs="Arial"/>
          <w:b/>
          <w:sz w:val="24"/>
          <w:u w:val="single"/>
          <w:lang w:val="en-US"/>
        </w:rPr>
      </w:pPr>
      <w:r w:rsidRPr="00587BC5">
        <w:rPr>
          <w:rFonts w:ascii="Arial" w:hAnsi="Arial" w:cs="Arial"/>
          <w:b/>
          <w:sz w:val="24"/>
          <w:u w:val="single"/>
          <w:lang w:val="en-US"/>
        </w:rPr>
        <w:t>Venue:</w:t>
      </w:r>
    </w:p>
    <w:p w:rsidR="00363B8D" w:rsidRPr="007F4DC4" w:rsidRDefault="007F4DC4" w:rsidP="00363B8D">
      <w:pPr>
        <w:rPr>
          <w:rFonts w:ascii="Arial" w:hAnsi="Arial" w:cs="Arial"/>
          <w:color w:val="000000" w:themeColor="text1"/>
          <w:sz w:val="24"/>
          <w:lang w:val="en-US"/>
        </w:rPr>
      </w:pPr>
      <w:r w:rsidRPr="006F38AB">
        <w:rPr>
          <w:rFonts w:ascii="Arial" w:hAnsi="Arial" w:cs="Arial"/>
          <w:color w:val="000000"/>
          <w:sz w:val="24"/>
          <w:shd w:val="clear" w:color="auto" w:fill="FFFFFF"/>
          <w:lang w:val="en-GB"/>
        </w:rPr>
        <w:t xml:space="preserve">Room 51.00 BMF </w:t>
      </w:r>
      <w:proofErr w:type="spellStart"/>
      <w:r w:rsidRPr="006F38AB">
        <w:rPr>
          <w:rFonts w:ascii="Arial" w:hAnsi="Arial" w:cs="Arial"/>
          <w:color w:val="000000"/>
          <w:sz w:val="24"/>
          <w:shd w:val="clear" w:color="auto" w:fill="FFFFFF"/>
          <w:lang w:val="en-GB"/>
        </w:rPr>
        <w:t>Besprechung</w:t>
      </w:r>
      <w:proofErr w:type="spellEnd"/>
      <w:r w:rsidRPr="006F38AB">
        <w:rPr>
          <w:rFonts w:ascii="Arial" w:hAnsi="Arial" w:cs="Arial"/>
          <w:color w:val="000000"/>
          <w:sz w:val="24"/>
          <w:shd w:val="clear" w:color="auto" w:fill="FFFFFF"/>
          <w:lang w:val="en-GB"/>
        </w:rPr>
        <w:t xml:space="preserve"> 6</w:t>
      </w:r>
    </w:p>
    <w:sectPr w:rsidR="00363B8D" w:rsidRPr="007F4DC4" w:rsidSect="00675D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134" w:bottom="1417" w:left="1417" w:header="85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D99" w:rsidRDefault="00345D99">
      <w:r>
        <w:separator/>
      </w:r>
    </w:p>
  </w:endnote>
  <w:endnote w:type="continuationSeparator" w:id="0">
    <w:p w:rsidR="00345D99" w:rsidRDefault="0034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C1F" w:rsidRDefault="00972C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734" w:rsidRDefault="00A422E7">
    <w:pPr>
      <w:pStyle w:val="Footer"/>
    </w:pPr>
    <w:r>
      <w:rPr>
        <w:noProof/>
        <w:sz w:val="20"/>
        <w:szCs w:val="20"/>
        <w:lang w:eastAsia="ja-JP"/>
      </w:rPr>
      <w:drawing>
        <wp:anchor distT="0" distB="0" distL="114300" distR="114300" simplePos="0" relativeHeight="251658240" behindDoc="0" locked="0" layoutInCell="1" allowOverlap="1" wp14:anchorId="5D2F48E7" wp14:editId="7A0CA8D2">
          <wp:simplePos x="0" y="0"/>
          <wp:positionH relativeFrom="page">
            <wp:posOffset>5012055</wp:posOffset>
          </wp:positionH>
          <wp:positionV relativeFrom="page">
            <wp:posOffset>10085070</wp:posOffset>
          </wp:positionV>
          <wp:extent cx="1362075" cy="85725"/>
          <wp:effectExtent l="0" t="0" r="9525" b="9525"/>
          <wp:wrapNone/>
          <wp:docPr id="6" name="Bild 21" descr="Slogan_Foc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logan_Foc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4734">
      <w:rPr>
        <w:sz w:val="20"/>
        <w:szCs w:val="20"/>
      </w:rPr>
      <w:fldChar w:fldCharType="begin"/>
    </w:r>
    <w:r w:rsidR="00774734">
      <w:rPr>
        <w:sz w:val="20"/>
        <w:szCs w:val="20"/>
      </w:rPr>
      <w:instrText xml:space="preserve"> PAGE   \* MERGEFORMAT </w:instrText>
    </w:r>
    <w:r w:rsidR="00774734">
      <w:rPr>
        <w:sz w:val="20"/>
        <w:szCs w:val="20"/>
      </w:rPr>
      <w:fldChar w:fldCharType="separate"/>
    </w:r>
    <w:r w:rsidR="00A366B6">
      <w:rPr>
        <w:noProof/>
        <w:sz w:val="20"/>
        <w:szCs w:val="20"/>
      </w:rPr>
      <w:t>1</w:t>
    </w:r>
    <w:r w:rsidR="00774734">
      <w:rPr>
        <w:sz w:val="20"/>
        <w:szCs w:val="20"/>
      </w:rPr>
      <w:fldChar w:fldCharType="end"/>
    </w:r>
    <w:r w:rsidR="00774734">
      <w:rPr>
        <w:sz w:val="20"/>
        <w:szCs w:val="20"/>
      </w:rPr>
      <w:t>/</w:t>
    </w:r>
    <w:r w:rsidR="00774734">
      <w:rPr>
        <w:sz w:val="20"/>
        <w:szCs w:val="20"/>
      </w:rPr>
      <w:fldChar w:fldCharType="begin"/>
    </w:r>
    <w:r w:rsidR="00774734">
      <w:rPr>
        <w:sz w:val="20"/>
        <w:szCs w:val="20"/>
      </w:rPr>
      <w:instrText xml:space="preserve"> NUMPAGES   \* MERGEFORMAT </w:instrText>
    </w:r>
    <w:r w:rsidR="00774734">
      <w:rPr>
        <w:sz w:val="20"/>
        <w:szCs w:val="20"/>
      </w:rPr>
      <w:fldChar w:fldCharType="separate"/>
    </w:r>
    <w:r w:rsidR="00A366B6">
      <w:rPr>
        <w:noProof/>
        <w:sz w:val="20"/>
        <w:szCs w:val="20"/>
      </w:rPr>
      <w:t>1</w:t>
    </w:r>
    <w:r w:rsidR="00774734">
      <w:rPr>
        <w:sz w:val="20"/>
        <w:szCs w:val="20"/>
      </w:rPr>
      <w:fldChar w:fldCharType="end"/>
    </w:r>
  </w:p>
  <w:p w:rsidR="00D23357" w:rsidRDefault="00D2335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734" w:rsidRDefault="00A422E7" w:rsidP="003D36E1">
    <w:pPr>
      <w:pStyle w:val="Footer"/>
      <w:tabs>
        <w:tab w:val="clear" w:pos="4536"/>
        <w:tab w:val="clear" w:pos="9072"/>
      </w:tabs>
      <w:rPr>
        <w:sz w:val="20"/>
        <w:szCs w:val="20"/>
      </w:rPr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36C46133" wp14:editId="26D1AD95">
          <wp:simplePos x="0" y="0"/>
          <wp:positionH relativeFrom="page">
            <wp:posOffset>5012055</wp:posOffset>
          </wp:positionH>
          <wp:positionV relativeFrom="page">
            <wp:posOffset>10085070</wp:posOffset>
          </wp:positionV>
          <wp:extent cx="1362075" cy="85725"/>
          <wp:effectExtent l="0" t="0" r="9525" b="9525"/>
          <wp:wrapNone/>
          <wp:docPr id="8" name="Bild 20" descr="Slogan_Foc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Slogan_Foc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D99" w:rsidRDefault="00345D99">
      <w:r>
        <w:separator/>
      </w:r>
    </w:p>
  </w:footnote>
  <w:footnote w:type="continuationSeparator" w:id="0">
    <w:p w:rsidR="00345D99" w:rsidRDefault="00345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C1F" w:rsidRDefault="00972C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357" w:rsidRDefault="00AC5992" w:rsidP="005A249D">
    <w:pPr>
      <w:pStyle w:val="Header"/>
      <w:tabs>
        <w:tab w:val="clear" w:pos="4536"/>
        <w:tab w:val="clear" w:pos="9072"/>
        <w:tab w:val="left" w:pos="6360"/>
      </w:tabs>
      <w:ind w:hanging="505"/>
    </w:pPr>
    <w:r>
      <w:rPr>
        <w:rFonts w:cs="Myriad Pro"/>
        <w:noProof/>
        <w:color w:val="57585A"/>
        <w:spacing w:val="3"/>
        <w:sz w:val="13"/>
        <w:szCs w:val="13"/>
        <w:lang w:eastAsia="ja-JP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9DBA37" wp14:editId="29FDBB18">
              <wp:simplePos x="0" y="0"/>
              <wp:positionH relativeFrom="page">
                <wp:posOffset>4914900</wp:posOffset>
              </wp:positionH>
              <wp:positionV relativeFrom="page">
                <wp:posOffset>304800</wp:posOffset>
              </wp:positionV>
              <wp:extent cx="2295525" cy="1581150"/>
              <wp:effectExtent l="0" t="0" r="9525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5525" cy="1581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37E" w:rsidRPr="00363B8D" w:rsidRDefault="008B237E" w:rsidP="00363B8D">
                          <w:pPr>
                            <w:spacing w:line="240" w:lineRule="auto"/>
                            <w:rPr>
                              <w:rFonts w:cs="Myriad Pro"/>
                              <w:b/>
                              <w:noProof/>
                              <w:color w:val="57585A"/>
                              <w:sz w:val="17"/>
                              <w:szCs w:val="17"/>
                            </w:rPr>
                          </w:pPr>
                          <w:r w:rsidRPr="00363B8D">
                            <w:rPr>
                              <w:rFonts w:cs="Myriad Pro"/>
                              <w:b/>
                              <w:noProof/>
                              <w:color w:val="57585A"/>
                              <w:sz w:val="17"/>
                              <w:szCs w:val="17"/>
                            </w:rPr>
                            <w:t>Klinik für Infektiologie und Mikrobiologie</w:t>
                          </w:r>
                        </w:p>
                        <w:p w:rsidR="005A249D" w:rsidRPr="00363B8D" w:rsidRDefault="00350C59" w:rsidP="00363B8D">
                          <w:pPr>
                            <w:spacing w:line="240" w:lineRule="auto"/>
                            <w:rPr>
                              <w:rFonts w:cs="Myriad Pro"/>
                              <w:b/>
                              <w:noProof/>
                              <w:color w:val="57585A"/>
                              <w:sz w:val="17"/>
                              <w:szCs w:val="17"/>
                            </w:rPr>
                          </w:pPr>
                          <w:r w:rsidRPr="00363B8D">
                            <w:rPr>
                              <w:rFonts w:cs="Myriad Pro"/>
                              <w:b/>
                              <w:noProof/>
                              <w:color w:val="57585A"/>
                              <w:sz w:val="17"/>
                              <w:szCs w:val="17"/>
                            </w:rPr>
                            <w:t>Direktor</w:t>
                          </w:r>
                          <w:r w:rsidR="005A249D" w:rsidRPr="00363B8D">
                            <w:rPr>
                              <w:rFonts w:cs="Myriad Pro"/>
                              <w:b/>
                              <w:noProof/>
                              <w:color w:val="57585A"/>
                              <w:sz w:val="17"/>
                              <w:szCs w:val="17"/>
                            </w:rPr>
                            <w:t xml:space="preserve">: </w:t>
                          </w:r>
                        </w:p>
                        <w:p w:rsidR="005A249D" w:rsidRPr="0041493E" w:rsidRDefault="005A249D" w:rsidP="00363B8D">
                          <w:pPr>
                            <w:spacing w:line="240" w:lineRule="auto"/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</w:pPr>
                          <w:r w:rsidRPr="0041493E"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  <w:t>Prof. Dr. med. Jan Rupp</w:t>
                          </w:r>
                        </w:p>
                        <w:p w:rsidR="005A249D" w:rsidRPr="00A42617" w:rsidRDefault="00972C1F" w:rsidP="00363B8D">
                          <w:pPr>
                            <w:spacing w:line="240" w:lineRule="auto"/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</w:pPr>
                          <w:r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  <w:t>Tel. +49 451 500 45300</w:t>
                          </w:r>
                          <w:r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  <w:br/>
                            <w:t>Fax +49 451 500 45304</w:t>
                          </w:r>
                        </w:p>
                        <w:p w:rsidR="005A249D" w:rsidRPr="009D418C" w:rsidRDefault="005A249D" w:rsidP="00363B8D">
                          <w:pPr>
                            <w:spacing w:line="240" w:lineRule="auto"/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</w:pPr>
                          <w:r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  <w:t>Email:</w:t>
                          </w:r>
                          <w:r w:rsidRPr="009D418C"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hyperlink r:id="rId1" w:history="1">
                            <w:r w:rsidRPr="00AD745B">
                              <w:rPr>
                                <w:rStyle w:val="Hyperlink"/>
                                <w:rFonts w:cs="Myriad Pro"/>
                                <w:noProof/>
                                <w:sz w:val="17"/>
                                <w:szCs w:val="17"/>
                                <w:lang w:val="en-US"/>
                              </w:rPr>
                              <w:t>jan.rupp@uksh.de</w:t>
                            </w:r>
                          </w:hyperlink>
                        </w:p>
                        <w:p w:rsidR="00350C59" w:rsidRDefault="00345D99" w:rsidP="00363B8D">
                          <w:pPr>
                            <w:rPr>
                              <w:sz w:val="16"/>
                              <w:szCs w:val="16"/>
                              <w:lang w:val="nb-NO"/>
                            </w:rPr>
                          </w:pPr>
                          <w:hyperlink r:id="rId2" w:history="1">
                            <w:r w:rsidR="00350C59" w:rsidRPr="00265B9C">
                              <w:rPr>
                                <w:rStyle w:val="Hyperlink"/>
                                <w:sz w:val="16"/>
                                <w:szCs w:val="16"/>
                                <w:lang w:val="nb-NO"/>
                              </w:rPr>
                              <w:t>http://www.uksh.de/infektiologie_mikrobiolo</w:t>
                            </w:r>
                          </w:hyperlink>
                          <w:r w:rsidR="00AC5992">
                            <w:rPr>
                              <w:rStyle w:val="Hyperlink"/>
                              <w:sz w:val="16"/>
                              <w:szCs w:val="16"/>
                              <w:lang w:val="nb-NO"/>
                            </w:rPr>
                            <w:t>gie</w:t>
                          </w:r>
                        </w:p>
                        <w:p w:rsidR="005A249D" w:rsidRPr="009D418C" w:rsidRDefault="005A249D" w:rsidP="005A249D">
                          <w:pPr>
                            <w:rPr>
                              <w:color w:val="0C0C73"/>
                              <w:sz w:val="16"/>
                              <w:szCs w:val="16"/>
                              <w:lang w:val="nb-NO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DBA3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87pt;margin-top:24pt;width:180.75pt;height:124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" filled="f" stroked="f">
              <v:textbox inset="0,0,0,0">
                <w:txbxContent>
                  <w:p w:rsidR="008B237E" w:rsidRPr="00363B8D" w:rsidRDefault="008B237E" w:rsidP="00363B8D">
                    <w:pPr>
                      <w:spacing w:line="240" w:lineRule="auto"/>
                      <w:rPr>
                        <w:rFonts w:cs="Myriad Pro"/>
                        <w:b/>
                        <w:noProof/>
                        <w:color w:val="57585A"/>
                        <w:sz w:val="17"/>
                        <w:szCs w:val="17"/>
                      </w:rPr>
                    </w:pPr>
                    <w:r w:rsidRPr="00363B8D">
                      <w:rPr>
                        <w:rFonts w:cs="Myriad Pro"/>
                        <w:b/>
                        <w:noProof/>
                        <w:color w:val="57585A"/>
                        <w:sz w:val="17"/>
                        <w:szCs w:val="17"/>
                      </w:rPr>
                      <w:t>Klinik für Infektiologie und Mikrobiologie</w:t>
                    </w:r>
                  </w:p>
                  <w:p w:rsidR="005A249D" w:rsidRPr="00363B8D" w:rsidRDefault="00350C59" w:rsidP="00363B8D">
                    <w:pPr>
                      <w:spacing w:line="240" w:lineRule="auto"/>
                      <w:rPr>
                        <w:rFonts w:cs="Myriad Pro"/>
                        <w:b/>
                        <w:noProof/>
                        <w:color w:val="57585A"/>
                        <w:sz w:val="17"/>
                        <w:szCs w:val="17"/>
                      </w:rPr>
                    </w:pPr>
                    <w:r w:rsidRPr="00363B8D">
                      <w:rPr>
                        <w:rFonts w:cs="Myriad Pro"/>
                        <w:b/>
                        <w:noProof/>
                        <w:color w:val="57585A"/>
                        <w:sz w:val="17"/>
                        <w:szCs w:val="17"/>
                      </w:rPr>
                      <w:t>Direktor</w:t>
                    </w:r>
                    <w:r w:rsidR="005A249D" w:rsidRPr="00363B8D">
                      <w:rPr>
                        <w:rFonts w:cs="Myriad Pro"/>
                        <w:b/>
                        <w:noProof/>
                        <w:color w:val="57585A"/>
                        <w:sz w:val="17"/>
                        <w:szCs w:val="17"/>
                      </w:rPr>
                      <w:t xml:space="preserve">: </w:t>
                    </w:r>
                  </w:p>
                  <w:p w:rsidR="005A249D" w:rsidRPr="0041493E" w:rsidRDefault="005A249D" w:rsidP="00363B8D">
                    <w:pPr>
                      <w:spacing w:line="240" w:lineRule="auto"/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</w:pPr>
                    <w:r w:rsidRPr="0041493E"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  <w:t>Prof. Dr. med. Jan Rupp</w:t>
                    </w:r>
                  </w:p>
                  <w:p w:rsidR="005A249D" w:rsidRPr="00A42617" w:rsidRDefault="00972C1F" w:rsidP="00363B8D">
                    <w:pPr>
                      <w:spacing w:line="240" w:lineRule="auto"/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</w:pPr>
                    <w:r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  <w:t>Tel. +49 451 500 45300</w:t>
                    </w:r>
                    <w:r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  <w:br/>
                      <w:t>Fax +49 451 500 45304</w:t>
                    </w:r>
                  </w:p>
                  <w:p w:rsidR="005A249D" w:rsidRPr="009D418C" w:rsidRDefault="005A249D" w:rsidP="00363B8D">
                    <w:pPr>
                      <w:spacing w:line="240" w:lineRule="auto"/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</w:pPr>
                    <w:r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  <w:t>Email:</w:t>
                    </w:r>
                    <w:r w:rsidRPr="009D418C"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  <w:t xml:space="preserve"> </w:t>
                    </w:r>
                    <w:hyperlink r:id="rId3" w:history="1">
                      <w:r w:rsidRPr="00AD745B">
                        <w:rPr>
                          <w:rStyle w:val="Hyperlink"/>
                          <w:rFonts w:cs="Myriad Pro"/>
                          <w:noProof/>
                          <w:sz w:val="17"/>
                          <w:szCs w:val="17"/>
                          <w:lang w:val="en-US"/>
                        </w:rPr>
                        <w:t>jan.rupp@uksh.de</w:t>
                      </w:r>
                    </w:hyperlink>
                  </w:p>
                  <w:p w:rsidR="00350C59" w:rsidRDefault="00345D99" w:rsidP="00363B8D">
                    <w:pPr>
                      <w:rPr>
                        <w:sz w:val="16"/>
                        <w:szCs w:val="16"/>
                        <w:lang w:val="nb-NO"/>
                      </w:rPr>
                    </w:pPr>
                    <w:hyperlink r:id="rId4" w:history="1">
                      <w:r w:rsidR="00350C59" w:rsidRPr="00265B9C">
                        <w:rPr>
                          <w:rStyle w:val="Hyperlink"/>
                          <w:sz w:val="16"/>
                          <w:szCs w:val="16"/>
                          <w:lang w:val="nb-NO"/>
                        </w:rPr>
                        <w:t>http://www.uksh.de/infektiologie_mikrobiolo</w:t>
                      </w:r>
                    </w:hyperlink>
                    <w:r w:rsidR="00AC5992">
                      <w:rPr>
                        <w:rStyle w:val="Hyperlink"/>
                        <w:sz w:val="16"/>
                        <w:szCs w:val="16"/>
                        <w:lang w:val="nb-NO"/>
                      </w:rPr>
                      <w:t>gie</w:t>
                    </w:r>
                  </w:p>
                  <w:p w:rsidR="005A249D" w:rsidRPr="009D418C" w:rsidRDefault="005A249D" w:rsidP="005A249D">
                    <w:pPr>
                      <w:rPr>
                        <w:color w:val="0C0C73"/>
                        <w:sz w:val="16"/>
                        <w:szCs w:val="16"/>
                        <w:lang w:val="nb-NO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020F2" w:rsidRPr="00B020F2">
      <w:rPr>
        <w:rFonts w:cs="Myriad Pro"/>
        <w:color w:val="57585A"/>
        <w:spacing w:val="3"/>
        <w:sz w:val="13"/>
        <w:szCs w:val="13"/>
      </w:rPr>
      <w:t xml:space="preserve"> </w:t>
    </w:r>
    <w:r w:rsidR="00215B0F">
      <w:rPr>
        <w:noProof/>
        <w:lang w:eastAsia="ja-JP"/>
      </w:rPr>
      <w:drawing>
        <wp:inline distT="0" distB="0" distL="0" distR="0" wp14:anchorId="05FF4131" wp14:editId="2C74B47E">
          <wp:extent cx="2533650" cy="735576"/>
          <wp:effectExtent l="0" t="0" r="0" b="762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535234" cy="7360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249D">
      <w:rPr>
        <w:rFonts w:cs="Myriad Pro"/>
        <w:color w:val="57585A"/>
        <w:spacing w:val="3"/>
        <w:sz w:val="13"/>
        <w:szCs w:val="13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734" w:rsidRDefault="009D418C">
    <w:pPr>
      <w:pStyle w:val="Header"/>
      <w:ind w:hanging="505"/>
    </w:pPr>
    <w:r>
      <w:rPr>
        <w:rFonts w:cs="Myriad Pro"/>
        <w:noProof/>
        <w:color w:val="57585A"/>
        <w:spacing w:val="3"/>
        <w:sz w:val="13"/>
        <w:szCs w:val="13"/>
        <w:lang w:eastAsia="ja-JP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080E09" wp14:editId="680F62CF">
              <wp:simplePos x="0" y="0"/>
              <wp:positionH relativeFrom="page">
                <wp:posOffset>5010150</wp:posOffset>
              </wp:positionH>
              <wp:positionV relativeFrom="page">
                <wp:posOffset>683260</wp:posOffset>
              </wp:positionV>
              <wp:extent cx="2266950" cy="1485900"/>
              <wp:effectExtent l="0" t="0" r="0" b="0"/>
              <wp:wrapNone/>
              <wp:docPr id="29" name="Textfeld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3950" w:rsidRPr="0041493E" w:rsidRDefault="00A13950" w:rsidP="009D418C">
                          <w:pPr>
                            <w:spacing w:line="240" w:lineRule="auto"/>
                            <w:rPr>
                              <w:rFonts w:cs="Myriad Pro"/>
                              <w:b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</w:pPr>
                          <w:r w:rsidRPr="0041493E">
                            <w:rPr>
                              <w:rFonts w:cs="Myriad Pro"/>
                              <w:b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  <w:t xml:space="preserve">Leiter: </w:t>
                          </w:r>
                        </w:p>
                        <w:p w:rsidR="00A13950" w:rsidRPr="0041493E" w:rsidRDefault="00A13950" w:rsidP="0014463C">
                          <w:pPr>
                            <w:spacing w:after="120" w:line="240" w:lineRule="auto"/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</w:pPr>
                          <w:r w:rsidRPr="0041493E"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  <w:t>Prof. Dr. med. Jan Rupp</w:t>
                          </w:r>
                        </w:p>
                        <w:p w:rsidR="00A13950" w:rsidRPr="00A42617" w:rsidRDefault="00A13950" w:rsidP="000A776A">
                          <w:pPr>
                            <w:spacing w:after="120" w:line="240" w:lineRule="auto"/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</w:pPr>
                          <w:r w:rsidRPr="00A42617"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  <w:t>Tel. +49 451 500 4409</w:t>
                          </w:r>
                          <w:r w:rsidRPr="00A42617"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  <w:br/>
                            <w:t>Fax +49 451 500 4274</w:t>
                          </w:r>
                        </w:p>
                        <w:p w:rsidR="00A13950" w:rsidRPr="009D418C" w:rsidRDefault="009D418C" w:rsidP="009D418C">
                          <w:pPr>
                            <w:spacing w:line="240" w:lineRule="auto"/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</w:pPr>
                          <w:r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  <w:t>Email:</w:t>
                          </w:r>
                          <w:r w:rsidRPr="009D418C">
                            <w:rPr>
                              <w:rFonts w:cs="Myriad Pro"/>
                              <w:noProof/>
                              <w:color w:val="57585A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="00345D99">
                            <w:fldChar w:fldCharType="begin"/>
                          </w:r>
                          <w:r w:rsidR="00345D99" w:rsidRPr="004153BF">
                            <w:rPr>
                              <w:lang w:val="en-GB"/>
                            </w:rPr>
                            <w:instrText xml:space="preserve"> HYPERLINK "mailto:jan.rupp@uksh.de" </w:instrText>
                          </w:r>
                          <w:r w:rsidR="00345D99">
                            <w:fldChar w:fldCharType="separate"/>
                          </w:r>
                          <w:r w:rsidRPr="00AD745B">
                            <w:rPr>
                              <w:rStyle w:val="Hyperlink"/>
                              <w:rFonts w:cs="Myriad Pro"/>
                              <w:noProof/>
                              <w:sz w:val="17"/>
                              <w:szCs w:val="17"/>
                              <w:lang w:val="en-US"/>
                            </w:rPr>
                            <w:t>jan.rupp@uksh.de</w:t>
                          </w:r>
                          <w:r w:rsidR="00345D99">
                            <w:rPr>
                              <w:rStyle w:val="Hyperlink"/>
                              <w:rFonts w:cs="Myriad Pro"/>
                              <w:noProof/>
                              <w:sz w:val="17"/>
                              <w:szCs w:val="17"/>
                              <w:lang w:val="en-US"/>
                            </w:rPr>
                            <w:fldChar w:fldCharType="end"/>
                          </w:r>
                        </w:p>
                        <w:p w:rsidR="009D418C" w:rsidRPr="009D418C" w:rsidRDefault="00345D99" w:rsidP="009D418C">
                          <w:pPr>
                            <w:rPr>
                              <w:color w:val="0C0C73"/>
                              <w:sz w:val="16"/>
                              <w:szCs w:val="16"/>
                              <w:lang w:val="nb-NO"/>
                            </w:rPr>
                          </w:pPr>
                          <w:hyperlink r:id="rId1" w:history="1">
                            <w:r w:rsidR="009D418C">
                              <w:rPr>
                                <w:rStyle w:val="Hyperlink"/>
                                <w:sz w:val="16"/>
                                <w:szCs w:val="16"/>
                                <w:lang w:val="nb-NO"/>
                              </w:rPr>
                              <w:t>http://www.uksh.de/Luebeck_Infektiologie/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80E0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7" type="#_x0000_t202" style="position:absolute;margin-left:394.5pt;margin-top:53.8pt;width:178.5pt;height:11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" filled="f" stroked="f">
              <v:textbox inset="0,0,0,0">
                <w:txbxContent>
                  <w:p w:rsidR="00A13950" w:rsidRPr="0041493E" w:rsidRDefault="00A13950" w:rsidP="009D418C">
                    <w:pPr>
                      <w:spacing w:line="240" w:lineRule="auto"/>
                      <w:rPr>
                        <w:rFonts w:cs="Myriad Pro"/>
                        <w:b/>
                        <w:noProof/>
                        <w:color w:val="57585A"/>
                        <w:sz w:val="17"/>
                        <w:szCs w:val="17"/>
                        <w:lang w:val="en-US"/>
                      </w:rPr>
                    </w:pPr>
                    <w:r w:rsidRPr="0041493E">
                      <w:rPr>
                        <w:rFonts w:cs="Myriad Pro"/>
                        <w:b/>
                        <w:noProof/>
                        <w:color w:val="57585A"/>
                        <w:sz w:val="17"/>
                        <w:szCs w:val="17"/>
                        <w:lang w:val="en-US"/>
                      </w:rPr>
                      <w:t xml:space="preserve">Leiter: </w:t>
                    </w:r>
                  </w:p>
                  <w:p w:rsidR="00A13950" w:rsidRPr="0041493E" w:rsidRDefault="00A13950" w:rsidP="0014463C">
                    <w:pPr>
                      <w:spacing w:after="120" w:line="240" w:lineRule="auto"/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</w:pPr>
                    <w:r w:rsidRPr="0041493E"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  <w:t>Prof. Dr. med. Jan Rupp</w:t>
                    </w:r>
                  </w:p>
                  <w:p w:rsidR="00A13950" w:rsidRPr="00A42617" w:rsidRDefault="00A13950" w:rsidP="000A776A">
                    <w:pPr>
                      <w:spacing w:after="120" w:line="240" w:lineRule="auto"/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</w:pPr>
                    <w:r w:rsidRPr="00A42617"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  <w:t>Tel. +49 451 500 4409</w:t>
                    </w:r>
                    <w:r w:rsidRPr="00A42617"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  <w:br/>
                      <w:t>Fax +49 451 500 4274</w:t>
                    </w:r>
                  </w:p>
                  <w:p w:rsidR="00A13950" w:rsidRPr="009D418C" w:rsidRDefault="009D418C" w:rsidP="009D418C">
                    <w:pPr>
                      <w:spacing w:line="240" w:lineRule="auto"/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</w:pPr>
                    <w:r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  <w:t>Email:</w:t>
                    </w:r>
                    <w:r w:rsidRPr="009D418C">
                      <w:rPr>
                        <w:rFonts w:cs="Myriad Pro"/>
                        <w:noProof/>
                        <w:color w:val="57585A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="00345D99">
                      <w:fldChar w:fldCharType="begin"/>
                    </w:r>
                    <w:r w:rsidR="00345D99" w:rsidRPr="004153BF">
                      <w:rPr>
                        <w:lang w:val="en-GB"/>
                      </w:rPr>
                      <w:instrText xml:space="preserve"> HYPERLINK "mailto:jan.rupp@uksh.de" </w:instrText>
                    </w:r>
                    <w:r w:rsidR="00345D99">
                      <w:fldChar w:fldCharType="separate"/>
                    </w:r>
                    <w:r w:rsidRPr="00AD745B">
                      <w:rPr>
                        <w:rStyle w:val="Hyperlink"/>
                        <w:rFonts w:cs="Myriad Pro"/>
                        <w:noProof/>
                        <w:sz w:val="17"/>
                        <w:szCs w:val="17"/>
                        <w:lang w:val="en-US"/>
                      </w:rPr>
                      <w:t>jan.rupp@uksh.de</w:t>
                    </w:r>
                    <w:r w:rsidR="00345D99">
                      <w:rPr>
                        <w:rStyle w:val="Hyperlink"/>
                        <w:rFonts w:cs="Myriad Pro"/>
                        <w:noProof/>
                        <w:sz w:val="17"/>
                        <w:szCs w:val="17"/>
                        <w:lang w:val="en-US"/>
                      </w:rPr>
                      <w:fldChar w:fldCharType="end"/>
                    </w:r>
                  </w:p>
                  <w:p w:rsidR="009D418C" w:rsidRPr="009D418C" w:rsidRDefault="00345D99" w:rsidP="009D418C">
                    <w:pPr>
                      <w:rPr>
                        <w:color w:val="0C0C73"/>
                        <w:sz w:val="16"/>
                        <w:szCs w:val="16"/>
                        <w:lang w:val="nb-NO"/>
                      </w:rPr>
                    </w:pPr>
                    <w:hyperlink r:id="rId2" w:history="1">
                      <w:r w:rsidR="009D418C">
                        <w:rPr>
                          <w:rStyle w:val="Hyperlink"/>
                          <w:sz w:val="16"/>
                          <w:szCs w:val="16"/>
                          <w:lang w:val="nb-NO"/>
                        </w:rPr>
                        <w:t>http://www.uksh.de/Luebeck_Infektiologie/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A13950">
      <w:rPr>
        <w:rFonts w:cs="Myriad Pro"/>
        <w:noProof/>
        <w:color w:val="57585A"/>
        <w:spacing w:val="3"/>
        <w:sz w:val="13"/>
        <w:szCs w:val="13"/>
        <w:lang w:eastAsia="ja-JP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4E7C7C" wp14:editId="2B0A805B">
              <wp:simplePos x="0" y="0"/>
              <wp:positionH relativeFrom="page">
                <wp:posOffset>864235</wp:posOffset>
              </wp:positionH>
              <wp:positionV relativeFrom="page">
                <wp:posOffset>1886585</wp:posOffset>
              </wp:positionV>
              <wp:extent cx="2628900" cy="273685"/>
              <wp:effectExtent l="0" t="635" r="2540" b="1905"/>
              <wp:wrapNone/>
              <wp:docPr id="30" name="Textfeld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3950" w:rsidRDefault="00A13950">
                          <w:pPr>
                            <w:pStyle w:val="KeinAbsatzformat"/>
                            <w:spacing w:line="240" w:lineRule="auto"/>
                            <w:rPr>
                              <w:rFonts w:cs="Myriad Pro"/>
                              <w:color w:val="57585A"/>
                              <w:spacing w:val="3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cs="Myriad Pro"/>
                              <w:color w:val="57585A"/>
                              <w:spacing w:val="3"/>
                              <w:sz w:val="13"/>
                              <w:szCs w:val="13"/>
                            </w:rPr>
                            <w:t xml:space="preserve">Universität zu </w:t>
                          </w:r>
                          <w:proofErr w:type="gramStart"/>
                          <w:r>
                            <w:rPr>
                              <w:rFonts w:cs="Myriad Pro"/>
                              <w:color w:val="57585A"/>
                              <w:spacing w:val="3"/>
                              <w:sz w:val="13"/>
                              <w:szCs w:val="13"/>
                            </w:rPr>
                            <w:t xml:space="preserve">Lübeck  </w:t>
                          </w:r>
                          <w:r>
                            <w:rPr>
                              <w:rFonts w:cs="Myriad Pro"/>
                              <w:color w:val="57585A"/>
                              <w:spacing w:val="3"/>
                              <w:position w:val="1"/>
                              <w:sz w:val="13"/>
                              <w:szCs w:val="13"/>
                            </w:rPr>
                            <w:t>·</w:t>
                          </w:r>
                          <w:proofErr w:type="gramEnd"/>
                          <w:r>
                            <w:rPr>
                              <w:rFonts w:cs="Myriad Pro"/>
                              <w:color w:val="57585A"/>
                              <w:spacing w:val="3"/>
                              <w:position w:val="1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cs="Myriad Pro"/>
                              <w:color w:val="57585A"/>
                              <w:spacing w:val="3"/>
                              <w:sz w:val="13"/>
                              <w:szCs w:val="13"/>
                            </w:rPr>
                            <w:t xml:space="preserve"> Ratzeburger Allee </w:t>
                          </w:r>
                          <w:r>
                            <w:rPr>
                              <w:rFonts w:cs="Myriad Pro"/>
                              <w:color w:val="57585A"/>
                              <w:spacing w:val="7"/>
                              <w:sz w:val="13"/>
                              <w:szCs w:val="13"/>
                            </w:rPr>
                            <w:t>16</w:t>
                          </w:r>
                          <w:r>
                            <w:rPr>
                              <w:rFonts w:cs="Myriad Pro"/>
                              <w:color w:val="57585A"/>
                              <w:spacing w:val="3"/>
                              <w:sz w:val="13"/>
                              <w:szCs w:val="13"/>
                            </w:rPr>
                            <w:t xml:space="preserve">0  </w:t>
                          </w:r>
                          <w:r>
                            <w:rPr>
                              <w:rFonts w:cs="Myriad Pro"/>
                              <w:color w:val="57585A"/>
                              <w:spacing w:val="3"/>
                              <w:position w:val="1"/>
                              <w:sz w:val="13"/>
                              <w:szCs w:val="13"/>
                            </w:rPr>
                            <w:t>·</w:t>
                          </w:r>
                          <w:r>
                            <w:rPr>
                              <w:rFonts w:cs="Myriad Pro"/>
                              <w:color w:val="57585A"/>
                              <w:spacing w:val="3"/>
                              <w:sz w:val="13"/>
                              <w:szCs w:val="13"/>
                            </w:rPr>
                            <w:t xml:space="preserve">  </w:t>
                          </w:r>
                          <w:r>
                            <w:rPr>
                              <w:rFonts w:cs="Myriad Pro"/>
                              <w:color w:val="57585A"/>
                              <w:spacing w:val="7"/>
                              <w:sz w:val="13"/>
                              <w:szCs w:val="13"/>
                            </w:rPr>
                            <w:t>23562</w:t>
                          </w:r>
                          <w:r>
                            <w:rPr>
                              <w:rFonts w:cs="Myriad Pro"/>
                              <w:color w:val="57585A"/>
                              <w:spacing w:val="3"/>
                              <w:sz w:val="13"/>
                              <w:szCs w:val="13"/>
                            </w:rPr>
                            <w:t xml:space="preserve"> Lübeck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4E7C7C" id="Textfeld 30" o:spid="_x0000_s1028" type="#_x0000_t202" style="position:absolute;margin-left:68.05pt;margin-top:148.55pt;width:207pt;height:21.5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" filled="f" stroked="f">
              <v:textbox inset="0,0,0,0">
                <w:txbxContent>
                  <w:p w:rsidR="00A13950" w:rsidRDefault="00A13950">
                    <w:pPr>
                      <w:pStyle w:val="KeinAbsatzformat"/>
                      <w:spacing w:line="240" w:lineRule="auto"/>
                      <w:rPr>
                        <w:rFonts w:cs="Myriad Pro"/>
                        <w:color w:val="57585A"/>
                        <w:spacing w:val="3"/>
                        <w:sz w:val="13"/>
                        <w:szCs w:val="13"/>
                      </w:rPr>
                    </w:pPr>
                    <w:r>
                      <w:rPr>
                        <w:rFonts w:cs="Myriad Pro"/>
                        <w:color w:val="57585A"/>
                        <w:spacing w:val="3"/>
                        <w:sz w:val="13"/>
                        <w:szCs w:val="13"/>
                      </w:rPr>
                      <w:t xml:space="preserve">Universität zu </w:t>
                    </w:r>
                    <w:proofErr w:type="gramStart"/>
                    <w:r>
                      <w:rPr>
                        <w:rFonts w:cs="Myriad Pro"/>
                        <w:color w:val="57585A"/>
                        <w:spacing w:val="3"/>
                        <w:sz w:val="13"/>
                        <w:szCs w:val="13"/>
                      </w:rPr>
                      <w:t xml:space="preserve">Lübeck  </w:t>
                    </w:r>
                    <w:r>
                      <w:rPr>
                        <w:rFonts w:cs="Myriad Pro"/>
                        <w:color w:val="57585A"/>
                        <w:spacing w:val="3"/>
                        <w:position w:val="1"/>
                        <w:sz w:val="13"/>
                        <w:szCs w:val="13"/>
                      </w:rPr>
                      <w:t>·</w:t>
                    </w:r>
                    <w:proofErr w:type="gramEnd"/>
                    <w:r>
                      <w:rPr>
                        <w:rFonts w:cs="Myriad Pro"/>
                        <w:color w:val="57585A"/>
                        <w:spacing w:val="3"/>
                        <w:position w:val="1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cs="Myriad Pro"/>
                        <w:color w:val="57585A"/>
                        <w:spacing w:val="3"/>
                        <w:sz w:val="13"/>
                        <w:szCs w:val="13"/>
                      </w:rPr>
                      <w:t xml:space="preserve"> Ratzeburger Allee </w:t>
                    </w:r>
                    <w:r>
                      <w:rPr>
                        <w:rFonts w:cs="Myriad Pro"/>
                        <w:color w:val="57585A"/>
                        <w:spacing w:val="7"/>
                        <w:sz w:val="13"/>
                        <w:szCs w:val="13"/>
                      </w:rPr>
                      <w:t>16</w:t>
                    </w:r>
                    <w:r>
                      <w:rPr>
                        <w:rFonts w:cs="Myriad Pro"/>
                        <w:color w:val="57585A"/>
                        <w:spacing w:val="3"/>
                        <w:sz w:val="13"/>
                        <w:szCs w:val="13"/>
                      </w:rPr>
                      <w:t xml:space="preserve">0  </w:t>
                    </w:r>
                    <w:r>
                      <w:rPr>
                        <w:rFonts w:cs="Myriad Pro"/>
                        <w:color w:val="57585A"/>
                        <w:spacing w:val="3"/>
                        <w:position w:val="1"/>
                        <w:sz w:val="13"/>
                        <w:szCs w:val="13"/>
                      </w:rPr>
                      <w:t>·</w:t>
                    </w:r>
                    <w:r>
                      <w:rPr>
                        <w:rFonts w:cs="Myriad Pro"/>
                        <w:color w:val="57585A"/>
                        <w:spacing w:val="3"/>
                        <w:sz w:val="13"/>
                        <w:szCs w:val="13"/>
                      </w:rPr>
                      <w:t xml:space="preserve">  </w:t>
                    </w:r>
                    <w:r>
                      <w:rPr>
                        <w:rFonts w:cs="Myriad Pro"/>
                        <w:color w:val="57585A"/>
                        <w:spacing w:val="7"/>
                        <w:sz w:val="13"/>
                        <w:szCs w:val="13"/>
                      </w:rPr>
                      <w:t>23562</w:t>
                    </w:r>
                    <w:r>
                      <w:rPr>
                        <w:rFonts w:cs="Myriad Pro"/>
                        <w:color w:val="57585A"/>
                        <w:spacing w:val="3"/>
                        <w:sz w:val="13"/>
                        <w:szCs w:val="13"/>
                      </w:rPr>
                      <w:t xml:space="preserve"> Lübeck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020F2" w:rsidRPr="00B020F2">
      <w:rPr>
        <w:rFonts w:cs="Myriad Pro"/>
        <w:noProof/>
        <w:color w:val="57585A"/>
        <w:spacing w:val="3"/>
        <w:sz w:val="13"/>
        <w:szCs w:val="13"/>
        <w:lang w:eastAsia="ja-JP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EAFEB2" wp14:editId="6E39D21F">
              <wp:simplePos x="0" y="0"/>
              <wp:positionH relativeFrom="column">
                <wp:posOffset>574040</wp:posOffset>
              </wp:positionH>
              <wp:positionV relativeFrom="paragraph">
                <wp:posOffset>474980</wp:posOffset>
              </wp:positionV>
              <wp:extent cx="2857500" cy="695325"/>
              <wp:effectExtent l="0" t="0" r="0" b="9525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20F2" w:rsidRPr="00B020F2" w:rsidRDefault="00B020F2" w:rsidP="00B020F2">
                          <w:pPr>
                            <w:spacing w:line="192" w:lineRule="auto"/>
                            <w:rPr>
                              <w:b/>
                              <w:color w:val="009999"/>
                              <w14:textFill>
                                <w14:gradFill>
                                  <w14:gsLst>
                                    <w14:gs w14:pos="0">
                                      <w14:srgbClr w14:val="009999">
                                        <w14:shade w14:val="30000"/>
                                        <w14:satMod w14:val="115000"/>
                                      </w14:srgbClr>
                                    </w14:gs>
                                    <w14:gs w14:pos="50000">
                                      <w14:srgbClr w14:val="009999">
                                        <w14:shade w14:val="67500"/>
                                        <w14:satMod w14:val="115000"/>
                                      </w14:srgbClr>
                                    </w14:gs>
                                    <w14:gs w14:pos="100000">
                                      <w14:srgbClr w14:val="009999">
                                        <w14:shade w14:val="100000"/>
                                        <w14:satMod w14:val="115000"/>
                                      </w14:srgbClr>
                                    </w14:gs>
                                  </w14:gsLst>
                                  <w14:lin w14:ang="2700000" w14:scaled="0"/>
                                </w14:gradFill>
                              </w14:textFill>
                            </w:rPr>
                          </w:pPr>
                          <w:r w:rsidRPr="00B020F2">
                            <w:rPr>
                              <w:b/>
                              <w:color w:val="009999"/>
                              <w14:textFill>
                                <w14:gradFill>
                                  <w14:gsLst>
                                    <w14:gs w14:pos="0">
                                      <w14:srgbClr w14:val="009999">
                                        <w14:shade w14:val="30000"/>
                                        <w14:satMod w14:val="115000"/>
                                      </w14:srgbClr>
                                    </w14:gs>
                                    <w14:gs w14:pos="50000">
                                      <w14:srgbClr w14:val="009999">
                                        <w14:shade w14:val="67500"/>
                                        <w14:satMod w14:val="115000"/>
                                      </w14:srgbClr>
                                    </w14:gs>
                                    <w14:gs w14:pos="100000">
                                      <w14:srgbClr w14:val="009999">
                                        <w14:shade w14:val="100000"/>
                                        <w14:satMod w14:val="115000"/>
                                      </w14:srgbClr>
                                    </w14:gs>
                                  </w14:gsLst>
                                  <w14:lin w14:ang="2700000" w14:scaled="0"/>
                                </w14:gradFill>
                              </w14:textFill>
                            </w:rPr>
                            <w:t>Sektion für Molekulare und Klinische Infektiologie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EAFEB2" id="_x0000_s1029" type="#_x0000_t202" style="position:absolute;margin-left:45.2pt;margin-top:37.4pt;width:22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" stroked="f">
              <v:textbox>
                <w:txbxContent>
                  <w:p w:rsidR="00B020F2" w:rsidRPr="00B020F2" w:rsidRDefault="00B020F2" w:rsidP="00B020F2">
                    <w:pPr>
                      <w:spacing w:line="192" w:lineRule="auto"/>
                      <w:rPr>
                        <w:b/>
                        <w:color w:val="009999"/>
                        <w14:textFill>
                          <w14:gradFill>
                            <w14:gsLst>
                              <w14:gs w14:pos="0">
                                <w14:srgbClr w14:val="009999">
                                  <w14:shade w14:val="30000"/>
                                  <w14:satMod w14:val="115000"/>
                                </w14:srgbClr>
                              </w14:gs>
                              <w14:gs w14:pos="50000">
                                <w14:srgbClr w14:val="009999">
                                  <w14:shade w14:val="67500"/>
                                  <w14:satMod w14:val="115000"/>
                                </w14:srgbClr>
                              </w14:gs>
                              <w14:gs w14:pos="100000">
                                <w14:srgbClr w14:val="009999">
                                  <w14:shade w14:val="100000"/>
                                  <w14:satMod w14:val="115000"/>
                                </w14:srgbClr>
                              </w14:gs>
                            </w14:gsLst>
                            <w14:lin w14:ang="2700000" w14:scaled="0"/>
                          </w14:gradFill>
                        </w14:textFill>
                      </w:rPr>
                    </w:pPr>
                    <w:r w:rsidRPr="00B020F2">
                      <w:rPr>
                        <w:b/>
                        <w:color w:val="009999"/>
                        <w14:textFill>
                          <w14:gradFill>
                            <w14:gsLst>
                              <w14:gs w14:pos="0">
                                <w14:srgbClr w14:val="009999">
                                  <w14:shade w14:val="30000"/>
                                  <w14:satMod w14:val="115000"/>
                                </w14:srgbClr>
                              </w14:gs>
                              <w14:gs w14:pos="50000">
                                <w14:srgbClr w14:val="009999">
                                  <w14:shade w14:val="67500"/>
                                  <w14:satMod w14:val="115000"/>
                                </w14:srgbClr>
                              </w14:gs>
                              <w14:gs w14:pos="100000">
                                <w14:srgbClr w14:val="009999">
                                  <w14:shade w14:val="100000"/>
                                  <w14:satMod w14:val="115000"/>
                                </w14:srgbClr>
                              </w14:gs>
                            </w14:gsLst>
                            <w14:lin w14:ang="2700000" w14:scaled="0"/>
                          </w14:gradFill>
                        </w14:textFill>
                      </w:rPr>
                      <w:t>Sektion für Molekulare und Klinische Infektiologie</w:t>
                    </w:r>
                  </w:p>
                </w:txbxContent>
              </v:textbox>
            </v:shape>
          </w:pict>
        </mc:Fallback>
      </mc:AlternateContent>
    </w:r>
    <w:r w:rsidR="00FF429E" w:rsidRPr="00FF429E">
      <w:rPr>
        <w:noProof/>
        <w:lang w:eastAsia="ja-JP"/>
      </w:rPr>
      <w:drawing>
        <wp:inline distT="0" distB="0" distL="0" distR="0" wp14:anchorId="3B3ED8D6" wp14:editId="75116108">
          <wp:extent cx="899592" cy="1051870"/>
          <wp:effectExtent l="0" t="0" r="0" b="0"/>
          <wp:docPr id="7" name="Picture 15" descr="Datei:Siegel-Uni-Luebeck.svg">
            <a:hlinkClick xmlns:a="http://schemas.openxmlformats.org/drawingml/2006/main" r:id="rId3" action="ppaction://hlinkfil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5" descr="Datei:Siegel-Uni-Luebeck.svg">
                    <a:hlinkClick r:id="rId3" action="ppaction://hlinkfile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592" cy="10518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B020F2" w:rsidRPr="00B020F2">
      <w:rPr>
        <w:rFonts w:cs="Myriad Pro"/>
        <w:color w:val="57585A"/>
        <w:spacing w:val="3"/>
        <w:sz w:val="13"/>
        <w:szCs w:val="13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63E92"/>
    <w:multiLevelType w:val="hybridMultilevel"/>
    <w:tmpl w:val="6A12CC18"/>
    <w:lvl w:ilvl="0" w:tplc="8F82DE9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A7C47"/>
    <w:multiLevelType w:val="hybridMultilevel"/>
    <w:tmpl w:val="26CE2654"/>
    <w:lvl w:ilvl="0" w:tplc="6BBA2A3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5"/>
        </w:tabs>
        <w:ind w:left="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</w:abstractNum>
  <w:abstractNum w:abstractNumId="2" w15:restartNumberingAfterBreak="0">
    <w:nsid w:val="0E5F0BC9"/>
    <w:multiLevelType w:val="hybridMultilevel"/>
    <w:tmpl w:val="C434B0F6"/>
    <w:lvl w:ilvl="0" w:tplc="8F82DE9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54704D"/>
    <w:multiLevelType w:val="hybridMultilevel"/>
    <w:tmpl w:val="10E0DFDE"/>
    <w:lvl w:ilvl="0" w:tplc="8F82DE9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634BE3"/>
    <w:multiLevelType w:val="hybridMultilevel"/>
    <w:tmpl w:val="0464E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56296F"/>
    <w:multiLevelType w:val="hybridMultilevel"/>
    <w:tmpl w:val="69D2FE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6E1"/>
    <w:rsid w:val="00007F23"/>
    <w:rsid w:val="00051D21"/>
    <w:rsid w:val="000668EF"/>
    <w:rsid w:val="000A0679"/>
    <w:rsid w:val="000D1332"/>
    <w:rsid w:val="000D751C"/>
    <w:rsid w:val="000E458B"/>
    <w:rsid w:val="000E54B8"/>
    <w:rsid w:val="000F7BBE"/>
    <w:rsid w:val="00103DF7"/>
    <w:rsid w:val="00105D97"/>
    <w:rsid w:val="0011549E"/>
    <w:rsid w:val="00116048"/>
    <w:rsid w:val="00122896"/>
    <w:rsid w:val="00122C7D"/>
    <w:rsid w:val="00140083"/>
    <w:rsid w:val="00152A7B"/>
    <w:rsid w:val="0015379F"/>
    <w:rsid w:val="0016018C"/>
    <w:rsid w:val="00174A4C"/>
    <w:rsid w:val="00197C14"/>
    <w:rsid w:val="001A15BC"/>
    <w:rsid w:val="001A5D36"/>
    <w:rsid w:val="001A5DC9"/>
    <w:rsid w:val="001C163C"/>
    <w:rsid w:val="001D08D8"/>
    <w:rsid w:val="001D19C6"/>
    <w:rsid w:val="001D5427"/>
    <w:rsid w:val="001D5E2B"/>
    <w:rsid w:val="001E69B7"/>
    <w:rsid w:val="001F5973"/>
    <w:rsid w:val="00203C35"/>
    <w:rsid w:val="0020413F"/>
    <w:rsid w:val="00204E5C"/>
    <w:rsid w:val="00215B0F"/>
    <w:rsid w:val="00226E4E"/>
    <w:rsid w:val="002274E8"/>
    <w:rsid w:val="00242D0D"/>
    <w:rsid w:val="002459A9"/>
    <w:rsid w:val="00262A6D"/>
    <w:rsid w:val="00280DEE"/>
    <w:rsid w:val="00287445"/>
    <w:rsid w:val="002B2F28"/>
    <w:rsid w:val="002D2BFE"/>
    <w:rsid w:val="002D307D"/>
    <w:rsid w:val="002E62AE"/>
    <w:rsid w:val="003061E3"/>
    <w:rsid w:val="00311E48"/>
    <w:rsid w:val="003145BB"/>
    <w:rsid w:val="003237D6"/>
    <w:rsid w:val="0033212D"/>
    <w:rsid w:val="003328C8"/>
    <w:rsid w:val="00345D99"/>
    <w:rsid w:val="00350C59"/>
    <w:rsid w:val="00353B71"/>
    <w:rsid w:val="00356F44"/>
    <w:rsid w:val="00357275"/>
    <w:rsid w:val="00362792"/>
    <w:rsid w:val="00363B8D"/>
    <w:rsid w:val="003812C0"/>
    <w:rsid w:val="00382F0E"/>
    <w:rsid w:val="003A51F7"/>
    <w:rsid w:val="003B23EE"/>
    <w:rsid w:val="003B2F05"/>
    <w:rsid w:val="003C105C"/>
    <w:rsid w:val="003D36E1"/>
    <w:rsid w:val="003E7C52"/>
    <w:rsid w:val="003F2100"/>
    <w:rsid w:val="003F3740"/>
    <w:rsid w:val="003F4FC2"/>
    <w:rsid w:val="0041493E"/>
    <w:rsid w:val="004153BF"/>
    <w:rsid w:val="00422F43"/>
    <w:rsid w:val="004447E6"/>
    <w:rsid w:val="0045134C"/>
    <w:rsid w:val="004577CE"/>
    <w:rsid w:val="00465222"/>
    <w:rsid w:val="0046672F"/>
    <w:rsid w:val="00472642"/>
    <w:rsid w:val="004730B3"/>
    <w:rsid w:val="004824FE"/>
    <w:rsid w:val="00483A1F"/>
    <w:rsid w:val="004A664B"/>
    <w:rsid w:val="004A7115"/>
    <w:rsid w:val="004B2A07"/>
    <w:rsid w:val="004D1028"/>
    <w:rsid w:val="004E237C"/>
    <w:rsid w:val="004F2D3D"/>
    <w:rsid w:val="004F7AAB"/>
    <w:rsid w:val="0054208F"/>
    <w:rsid w:val="005670C8"/>
    <w:rsid w:val="00587BC5"/>
    <w:rsid w:val="00594D0A"/>
    <w:rsid w:val="00596748"/>
    <w:rsid w:val="005A249D"/>
    <w:rsid w:val="005A3E0F"/>
    <w:rsid w:val="005F0BF4"/>
    <w:rsid w:val="00600B7C"/>
    <w:rsid w:val="0060395D"/>
    <w:rsid w:val="00622E9D"/>
    <w:rsid w:val="00625FDE"/>
    <w:rsid w:val="0062609F"/>
    <w:rsid w:val="00631515"/>
    <w:rsid w:val="00675DC8"/>
    <w:rsid w:val="006763D2"/>
    <w:rsid w:val="006773A5"/>
    <w:rsid w:val="00682BE7"/>
    <w:rsid w:val="006860AC"/>
    <w:rsid w:val="00686AEB"/>
    <w:rsid w:val="006A4327"/>
    <w:rsid w:val="006B62C3"/>
    <w:rsid w:val="006F2B23"/>
    <w:rsid w:val="006F38AB"/>
    <w:rsid w:val="006F3A29"/>
    <w:rsid w:val="00716D6E"/>
    <w:rsid w:val="0072275F"/>
    <w:rsid w:val="007259ED"/>
    <w:rsid w:val="007278E5"/>
    <w:rsid w:val="007302E6"/>
    <w:rsid w:val="007344DF"/>
    <w:rsid w:val="00735822"/>
    <w:rsid w:val="00765026"/>
    <w:rsid w:val="00767D37"/>
    <w:rsid w:val="00774734"/>
    <w:rsid w:val="0079609F"/>
    <w:rsid w:val="007A7C5E"/>
    <w:rsid w:val="007B79E6"/>
    <w:rsid w:val="007D3B67"/>
    <w:rsid w:val="007D4E21"/>
    <w:rsid w:val="007F1D13"/>
    <w:rsid w:val="007F4DC4"/>
    <w:rsid w:val="0080009C"/>
    <w:rsid w:val="00805029"/>
    <w:rsid w:val="0082773C"/>
    <w:rsid w:val="008407A8"/>
    <w:rsid w:val="0084256F"/>
    <w:rsid w:val="00846D86"/>
    <w:rsid w:val="008521B2"/>
    <w:rsid w:val="00853672"/>
    <w:rsid w:val="008576F0"/>
    <w:rsid w:val="00860816"/>
    <w:rsid w:val="008827C2"/>
    <w:rsid w:val="00895115"/>
    <w:rsid w:val="008B06AC"/>
    <w:rsid w:val="008B237E"/>
    <w:rsid w:val="008C1CA4"/>
    <w:rsid w:val="008C5007"/>
    <w:rsid w:val="008D724F"/>
    <w:rsid w:val="008D7B64"/>
    <w:rsid w:val="008E38AD"/>
    <w:rsid w:val="008E41C1"/>
    <w:rsid w:val="008E5779"/>
    <w:rsid w:val="008F2B1C"/>
    <w:rsid w:val="008F6894"/>
    <w:rsid w:val="00906FBD"/>
    <w:rsid w:val="0094487A"/>
    <w:rsid w:val="009467E5"/>
    <w:rsid w:val="00946D41"/>
    <w:rsid w:val="009479AF"/>
    <w:rsid w:val="009523E9"/>
    <w:rsid w:val="00953907"/>
    <w:rsid w:val="00962C10"/>
    <w:rsid w:val="00965101"/>
    <w:rsid w:val="00970650"/>
    <w:rsid w:val="00972C1F"/>
    <w:rsid w:val="00986DF4"/>
    <w:rsid w:val="009C2081"/>
    <w:rsid w:val="009C6A96"/>
    <w:rsid w:val="009D22C5"/>
    <w:rsid w:val="009D418C"/>
    <w:rsid w:val="009D4498"/>
    <w:rsid w:val="009F24C0"/>
    <w:rsid w:val="00A013C7"/>
    <w:rsid w:val="00A014F3"/>
    <w:rsid w:val="00A13950"/>
    <w:rsid w:val="00A20CCC"/>
    <w:rsid w:val="00A31C70"/>
    <w:rsid w:val="00A36263"/>
    <w:rsid w:val="00A366B6"/>
    <w:rsid w:val="00A40025"/>
    <w:rsid w:val="00A422E7"/>
    <w:rsid w:val="00A62C27"/>
    <w:rsid w:val="00A70B02"/>
    <w:rsid w:val="00A75D57"/>
    <w:rsid w:val="00A80377"/>
    <w:rsid w:val="00A82B34"/>
    <w:rsid w:val="00A82F38"/>
    <w:rsid w:val="00AC5992"/>
    <w:rsid w:val="00AD2565"/>
    <w:rsid w:val="00AD637D"/>
    <w:rsid w:val="00AE1C8D"/>
    <w:rsid w:val="00AF26C3"/>
    <w:rsid w:val="00B020F2"/>
    <w:rsid w:val="00B06756"/>
    <w:rsid w:val="00B17D9B"/>
    <w:rsid w:val="00B30AF3"/>
    <w:rsid w:val="00B355A2"/>
    <w:rsid w:val="00B42171"/>
    <w:rsid w:val="00B55493"/>
    <w:rsid w:val="00B57BB5"/>
    <w:rsid w:val="00B91F12"/>
    <w:rsid w:val="00B95696"/>
    <w:rsid w:val="00BA1AB6"/>
    <w:rsid w:val="00BB244A"/>
    <w:rsid w:val="00BB73A6"/>
    <w:rsid w:val="00BB778D"/>
    <w:rsid w:val="00BC2AAB"/>
    <w:rsid w:val="00BC2CCE"/>
    <w:rsid w:val="00BC2FDC"/>
    <w:rsid w:val="00BD41B5"/>
    <w:rsid w:val="00BD7213"/>
    <w:rsid w:val="00BE2C10"/>
    <w:rsid w:val="00BE3D57"/>
    <w:rsid w:val="00BE5709"/>
    <w:rsid w:val="00BF44EC"/>
    <w:rsid w:val="00C05D7E"/>
    <w:rsid w:val="00C114BC"/>
    <w:rsid w:val="00C13B9C"/>
    <w:rsid w:val="00C311EE"/>
    <w:rsid w:val="00C40CA4"/>
    <w:rsid w:val="00C506D7"/>
    <w:rsid w:val="00C60934"/>
    <w:rsid w:val="00C701A9"/>
    <w:rsid w:val="00C83476"/>
    <w:rsid w:val="00C92615"/>
    <w:rsid w:val="00CA3091"/>
    <w:rsid w:val="00CA56B8"/>
    <w:rsid w:val="00CC6801"/>
    <w:rsid w:val="00CD0D3B"/>
    <w:rsid w:val="00CD2958"/>
    <w:rsid w:val="00CE18C1"/>
    <w:rsid w:val="00CF3453"/>
    <w:rsid w:val="00CF6F05"/>
    <w:rsid w:val="00D034D6"/>
    <w:rsid w:val="00D106ED"/>
    <w:rsid w:val="00D11088"/>
    <w:rsid w:val="00D1651F"/>
    <w:rsid w:val="00D23357"/>
    <w:rsid w:val="00D31C5B"/>
    <w:rsid w:val="00D36419"/>
    <w:rsid w:val="00D42886"/>
    <w:rsid w:val="00D42BAF"/>
    <w:rsid w:val="00D430C2"/>
    <w:rsid w:val="00D60F85"/>
    <w:rsid w:val="00D62E74"/>
    <w:rsid w:val="00D87D89"/>
    <w:rsid w:val="00DA55D2"/>
    <w:rsid w:val="00DB0730"/>
    <w:rsid w:val="00DE4EDA"/>
    <w:rsid w:val="00DE6D03"/>
    <w:rsid w:val="00E14F07"/>
    <w:rsid w:val="00E25FD6"/>
    <w:rsid w:val="00E420FA"/>
    <w:rsid w:val="00E43823"/>
    <w:rsid w:val="00E677FE"/>
    <w:rsid w:val="00E7567F"/>
    <w:rsid w:val="00E95247"/>
    <w:rsid w:val="00EE3659"/>
    <w:rsid w:val="00EF3255"/>
    <w:rsid w:val="00EF3F3B"/>
    <w:rsid w:val="00EF7A78"/>
    <w:rsid w:val="00F02359"/>
    <w:rsid w:val="00F20470"/>
    <w:rsid w:val="00F23B2A"/>
    <w:rsid w:val="00F3407E"/>
    <w:rsid w:val="00F431FB"/>
    <w:rsid w:val="00F51698"/>
    <w:rsid w:val="00F55864"/>
    <w:rsid w:val="00F72059"/>
    <w:rsid w:val="00F72FAB"/>
    <w:rsid w:val="00F812D5"/>
    <w:rsid w:val="00FB63E7"/>
    <w:rsid w:val="00FC38B9"/>
    <w:rsid w:val="00FE2054"/>
    <w:rsid w:val="00FE4231"/>
    <w:rsid w:val="00FF1F9C"/>
    <w:rsid w:val="00FF2E3F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A3D528"/>
  <w15:docId w15:val="{BC1E9702-9B4C-40A3-BDC1-D513FF0C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line="288" w:lineRule="auto"/>
    </w:pPr>
    <w:rPr>
      <w:rFonts w:ascii="Myriad Pro" w:hAnsi="Myriad Pro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KeinAbsatzformat">
    <w:name w:val="[Kein Absatzformat]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sz w:val="22"/>
      <w:szCs w:val="24"/>
    </w:rPr>
  </w:style>
  <w:style w:type="paragraph" w:customStyle="1" w:styleId="EinfacherAbsatz">
    <w:name w:val="[Einfacher Absatz]"/>
    <w:basedOn w:val="Normal"/>
    <w:pPr>
      <w:autoSpaceDE w:val="0"/>
      <w:autoSpaceDN w:val="0"/>
      <w:adjustRightInd w:val="0"/>
      <w:textAlignment w:val="center"/>
    </w:pPr>
    <w:rPr>
      <w:color w:val="000000"/>
    </w:rPr>
  </w:style>
  <w:style w:type="paragraph" w:styleId="BalloonText">
    <w:name w:val="Balloon Text"/>
    <w:basedOn w:val="Normal"/>
    <w:link w:val="BalloonTextChar"/>
    <w:rsid w:val="008827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7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F7A7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20F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table" w:styleId="TableGrid">
    <w:name w:val="Table Grid"/>
    <w:basedOn w:val="TableNormal"/>
    <w:uiPriority w:val="59"/>
    <w:rsid w:val="006A432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DE4EDA"/>
  </w:style>
  <w:style w:type="character" w:styleId="Emphasis">
    <w:name w:val="Emphasis"/>
    <w:basedOn w:val="DefaultParagraphFont"/>
    <w:uiPriority w:val="20"/>
    <w:qFormat/>
    <w:rsid w:val="00DE4EDA"/>
    <w:rPr>
      <w:i/>
      <w:iCs/>
    </w:rPr>
  </w:style>
  <w:style w:type="character" w:customStyle="1" w:styleId="rwrro">
    <w:name w:val="rwrro"/>
    <w:basedOn w:val="DefaultParagraphFont"/>
    <w:rsid w:val="00262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jan.rupp@uksh.de" TargetMode="External"/><Relationship Id="rId2" Type="http://schemas.openxmlformats.org/officeDocument/2006/relationships/hyperlink" Target="http://www.uksh.de/infektiologie_mikrobiolo" TargetMode="External"/><Relationship Id="rId1" Type="http://schemas.openxmlformats.org/officeDocument/2006/relationships/hyperlink" Target="mailto:jan.rupp@uksh.de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uksh.de/infektiologie_mikrobiol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file:///\\upload.wikimedia.org\wikipedia\commons\2\21\Siegel-Uni-Luebeck.svg" TargetMode="External"/><Relationship Id="rId2" Type="http://schemas.openxmlformats.org/officeDocument/2006/relationships/hyperlink" Target="http://www.uksh.de/Luebeck_Infektiologie/" TargetMode="External"/><Relationship Id="rId1" Type="http://schemas.openxmlformats.org/officeDocument/2006/relationships/hyperlink" Target="http://www.uksh.de/Luebeck_Infektiologie/" TargetMode="External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olbach\Anwendungsdaten\Microsoft\Vorlagen\Brief_Inst_MedMikrobiologie_Solbach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Brief_Inst_MedMikrobiologie_Solbach.dot</Template>
  <TotalTime>0</TotalTime>
  <Pages>1</Pages>
  <Words>72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Institution</vt:lpstr>
      <vt:lpstr>Institution</vt:lpstr>
    </vt:vector>
  </TitlesOfParts>
  <Company>ITSG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Institution</dc:title>
  <dc:creator>Werner Solbach</dc:creator>
  <cp:lastModifiedBy>Kensuke Shima</cp:lastModifiedBy>
  <cp:revision>4</cp:revision>
  <cp:lastPrinted>2019-07-24T12:49:00Z</cp:lastPrinted>
  <dcterms:created xsi:type="dcterms:W3CDTF">2022-04-27T11:48:00Z</dcterms:created>
  <dcterms:modified xsi:type="dcterms:W3CDTF">2022-05-09T10:00:00Z</dcterms:modified>
</cp:coreProperties>
</file>